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0506">
        <w:rPr>
          <w:rFonts w:ascii="Corbel" w:hAnsi="Corbel"/>
          <w:i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57632">
        <w:rPr>
          <w:rFonts w:ascii="Corbel" w:hAnsi="Corbel"/>
          <w:sz w:val="20"/>
          <w:szCs w:val="20"/>
        </w:rPr>
        <w:t>202</w:t>
      </w:r>
      <w:r w:rsidR="00990506">
        <w:rPr>
          <w:rFonts w:ascii="Corbel" w:hAnsi="Corbel"/>
          <w:sz w:val="20"/>
          <w:szCs w:val="20"/>
        </w:rPr>
        <w:t>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Zarządzanie w sektorze publicznym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257632" w:rsidRPr="000870FB" w:rsidRDefault="00F02F34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257632"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C140F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257632" w:rsidRPr="000870FB" w:rsidRDefault="00257632" w:rsidP="00C140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576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576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576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02F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905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Default="009905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257632" w:rsidRPr="009C54AE" w:rsidRDefault="002576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57632" w:rsidP="0025763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257632" w:rsidRDefault="002576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745302">
        <w:tc>
          <w:tcPr>
            <w:tcW w:w="9670" w:type="dxa"/>
          </w:tcPr>
          <w:p w:rsidR="0085747A" w:rsidRPr="000870FB" w:rsidRDefault="00257632" w:rsidP="0025763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870FB" w:rsidTr="00363FFF">
        <w:tc>
          <w:tcPr>
            <w:tcW w:w="1681" w:type="dxa"/>
            <w:vAlign w:val="center"/>
          </w:tcPr>
          <w:p w:rsidR="0085747A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870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870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0870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870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870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potrafi zdefiniować podstawowe pojęcia z zakresu pojęcia zarządzania publicznego, wskazać instrumenty zarządzania publicznego oraz ich oddziaływanie. Potrafi wskazać różnice w modelach zarządzania publicznego oraz dostrzega  skutki ich wdrażania w sferze publicznej. 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W01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posiada wiedzę z zakresu przeobrażeń sfery publicznej, specyfiki podmiotów zarządzania, oddziaływania instrumentów zarządzania i ich efektywności w procesach rozwoju sektora publicznego oraz świadczenia usług publicznych. Student zna skutki oddziaływania sfery publicznej na system gospodarczy i społeczny.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W05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potrafi dokonać interpretacji i oceny skutków wdrażanych instrumentów zarządzania w sferze publicznej, na podstawie obserwacji zastanej sytuacji oraz dostępnych informacji. Do ich oceny stosuje posiadaną wiedzę z zakresu stosunków społecznych, prawnych, politycznych, gospodarczych, a także dyscyplin pokrewnych.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potrafi dostrzec i ocenić powiązania pomiędzy wdrażanym modelem zarządzania w sektorze publicznym </w:t>
            </w: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 stosowanymi narzędziami zarządzania a systemem bezpieczeństwa wewnętrznego państwa oraz jego stanem w poszczególnych wymiarach tj. politycznym, kulturowym, militarnym, ekonomicznym, społecznym czy ekologicznym.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U06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potrafi wyjaśniać i uporządkować relacje oraz zależności zachodzące pomiędzy procesami przemian w obrębie sfery publicznej, działaniami podmiotów, jak i mechanizmami zarządzania publicznego, a systemem bezpieczeństwa wewnętrznego, narodowego i międzynarodowego.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zna specyfikę modeli zarządzania w sektorze publicznym oraz możliwości udziału obywateli w sferze publicznej. Potrafi ocenić otwartość sektora publicznego z punktu widzenia wdrażanych rozwiązań organizacyjno-zarządczych. Student wie w jakim zakresie obywatele mogą włączać się w procesy oddziaływania na kształt sfery publicznej oraz aktywnie w niej uczestniczyć.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w:rsidR="00363FFF" w:rsidRPr="000870FB" w:rsidTr="00363FFF">
        <w:trPr>
          <w:trHeight w:val="816"/>
        </w:trPr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ma świadomość istoty zarządzania publicznego – w tym systemem bezpieczeństwa – w poszczególnych instytucjach administracji centralnej i samorządowej. 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923D7D">
        <w:tc>
          <w:tcPr>
            <w:tcW w:w="9639" w:type="dxa"/>
          </w:tcPr>
          <w:p w:rsidR="0085747A" w:rsidRPr="000870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proofErr w:type="spellStart"/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7. Zarządzanie zasobami ludzkimi w sektorze publicznym – uwarunkowania, strategie i narzędzia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:rsidR="00F95CDC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:rsidR="00E960BB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870FB" w:rsidTr="004D6737">
        <w:tc>
          <w:tcPr>
            <w:tcW w:w="1962" w:type="dxa"/>
            <w:vAlign w:val="center"/>
          </w:tcPr>
          <w:p w:rsidR="0085747A" w:rsidRPr="000870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870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870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40FC" w:rsidRPr="000870FB" w:rsidTr="004D6737">
        <w:tc>
          <w:tcPr>
            <w:tcW w:w="1962" w:type="dxa"/>
          </w:tcPr>
          <w:p w:rsidR="00C140FC" w:rsidRDefault="00C140FC" w:rsidP="00C140FC">
            <w:r w:rsidRPr="005F0EF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C140FC" w:rsidRPr="000870FB" w:rsidRDefault="00C140FC" w:rsidP="00C140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C140FC" w:rsidRPr="000870FB" w:rsidRDefault="00C140FC" w:rsidP="00C140FC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923D7D">
        <w:tc>
          <w:tcPr>
            <w:tcW w:w="9670" w:type="dxa"/>
          </w:tcPr>
          <w:p w:rsidR="009D199E" w:rsidRPr="009D199E" w:rsidRDefault="009D199E" w:rsidP="009D19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9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Przedmiot kończy się uzyskaniem zaliczenia z oceną. </w:t>
            </w:r>
          </w:p>
          <w:p w:rsidR="009D199E" w:rsidRPr="009D199E" w:rsidRDefault="009D199E" w:rsidP="009D19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99E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:rsidR="009D199E" w:rsidRPr="009D199E" w:rsidRDefault="009D199E" w:rsidP="009D19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199E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:rsidR="0085747A" w:rsidRPr="000870FB" w:rsidRDefault="009D199E" w:rsidP="009D1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199E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02F34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02F34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041F6" w:rsidRDefault="00923D7D" w:rsidP="004041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4041F6" w:rsidRPr="004041F6" w:rsidRDefault="004041F6" w:rsidP="004041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140FC" w:rsidRPr="000870FB" w:rsidTr="002E75F9">
        <w:trPr>
          <w:trHeight w:val="397"/>
        </w:trPr>
        <w:tc>
          <w:tcPr>
            <w:tcW w:w="7513" w:type="dxa"/>
          </w:tcPr>
          <w:p w:rsidR="00C140FC" w:rsidRPr="000870FB" w:rsidRDefault="00C140FC" w:rsidP="002E75F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Kluwer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business.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w:rsidR="00C140FC" w:rsidRPr="000870FB" w:rsidTr="002E75F9">
        <w:trPr>
          <w:trHeight w:val="397"/>
        </w:trPr>
        <w:tc>
          <w:tcPr>
            <w:tcW w:w="7513" w:type="dxa"/>
          </w:tcPr>
          <w:p w:rsidR="00C140FC" w:rsidRPr="000870FB" w:rsidRDefault="00C140FC" w:rsidP="002E75F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140FC" w:rsidRPr="000870FB" w:rsidRDefault="00C140FC" w:rsidP="002E7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Absolwentów Wydziału Prawa i Administracji Uniwersytetu Warszawskiego, Warszawa 2014.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lastRenderedPageBreak/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Pawłowska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</w:t>
            </w:r>
            <w:proofErr w:type="spellStart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Bouchaert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Weberian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State, Third Edition, New York: Oxford University Press.</w:t>
            </w:r>
          </w:p>
          <w:p w:rsidR="00C140FC" w:rsidRPr="000870FB" w:rsidRDefault="00C140FC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:rsidR="0085747A" w:rsidRPr="000870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870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8F5" w:rsidRDefault="009808F5" w:rsidP="00C16ABF">
      <w:pPr>
        <w:spacing w:after="0" w:line="240" w:lineRule="auto"/>
      </w:pPr>
      <w:r>
        <w:separator/>
      </w:r>
    </w:p>
  </w:endnote>
  <w:endnote w:type="continuationSeparator" w:id="0">
    <w:p w:rsidR="009808F5" w:rsidRDefault="009808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8F5" w:rsidRDefault="009808F5" w:rsidP="00C16ABF">
      <w:pPr>
        <w:spacing w:after="0" w:line="240" w:lineRule="auto"/>
      </w:pPr>
      <w:r>
        <w:separator/>
      </w:r>
    </w:p>
  </w:footnote>
  <w:footnote w:type="continuationSeparator" w:id="0">
    <w:p w:rsidR="009808F5" w:rsidRDefault="009808F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0FB"/>
    <w:rsid w:val="0009462C"/>
    <w:rsid w:val="00094B12"/>
    <w:rsid w:val="00096C46"/>
    <w:rsid w:val="000A296F"/>
    <w:rsid w:val="000A2A28"/>
    <w:rsid w:val="000A3CDF"/>
    <w:rsid w:val="000A6F02"/>
    <w:rsid w:val="000B192D"/>
    <w:rsid w:val="000B28EE"/>
    <w:rsid w:val="000B3E37"/>
    <w:rsid w:val="000D04B0"/>
    <w:rsid w:val="000E67E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2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632"/>
    <w:rsid w:val="00274446"/>
    <w:rsid w:val="0027796F"/>
    <w:rsid w:val="00281FF2"/>
    <w:rsid w:val="002857DE"/>
    <w:rsid w:val="00291567"/>
    <w:rsid w:val="002A22BF"/>
    <w:rsid w:val="002A2389"/>
    <w:rsid w:val="002A671D"/>
    <w:rsid w:val="002B2617"/>
    <w:rsid w:val="002B4D55"/>
    <w:rsid w:val="002B5EA0"/>
    <w:rsid w:val="002B6119"/>
    <w:rsid w:val="002C1F06"/>
    <w:rsid w:val="002D3375"/>
    <w:rsid w:val="002D73D4"/>
    <w:rsid w:val="002F02A3"/>
    <w:rsid w:val="002F4ABE"/>
    <w:rsid w:val="002F7D1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3FFF"/>
    <w:rsid w:val="003701E1"/>
    <w:rsid w:val="00397751"/>
    <w:rsid w:val="003A0A5B"/>
    <w:rsid w:val="003A1176"/>
    <w:rsid w:val="003A661B"/>
    <w:rsid w:val="003A6D08"/>
    <w:rsid w:val="003C0BAE"/>
    <w:rsid w:val="003D18A9"/>
    <w:rsid w:val="003D6CE2"/>
    <w:rsid w:val="003E1941"/>
    <w:rsid w:val="003E1D42"/>
    <w:rsid w:val="003E2FE6"/>
    <w:rsid w:val="003E49D5"/>
    <w:rsid w:val="003F205D"/>
    <w:rsid w:val="003F38C0"/>
    <w:rsid w:val="004041F6"/>
    <w:rsid w:val="00414E3C"/>
    <w:rsid w:val="0042244A"/>
    <w:rsid w:val="0042745A"/>
    <w:rsid w:val="00431D5C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3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085"/>
    <w:rsid w:val="005C080F"/>
    <w:rsid w:val="005C55E5"/>
    <w:rsid w:val="005C696A"/>
    <w:rsid w:val="005E43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96E"/>
    <w:rsid w:val="00696477"/>
    <w:rsid w:val="006D050F"/>
    <w:rsid w:val="006D2D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A46"/>
    <w:rsid w:val="0078168C"/>
    <w:rsid w:val="007855C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70249"/>
    <w:rsid w:val="00880AA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8F5"/>
    <w:rsid w:val="00987706"/>
    <w:rsid w:val="00990506"/>
    <w:rsid w:val="00997F14"/>
    <w:rsid w:val="009A78D9"/>
    <w:rsid w:val="009C3E31"/>
    <w:rsid w:val="009C54AE"/>
    <w:rsid w:val="009C788E"/>
    <w:rsid w:val="009D199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D7A77"/>
    <w:rsid w:val="00AE1160"/>
    <w:rsid w:val="00AE203C"/>
    <w:rsid w:val="00AE2E74"/>
    <w:rsid w:val="00AE5FCB"/>
    <w:rsid w:val="00AF2C1E"/>
    <w:rsid w:val="00B04F4B"/>
    <w:rsid w:val="00B06142"/>
    <w:rsid w:val="00B135B1"/>
    <w:rsid w:val="00B3130B"/>
    <w:rsid w:val="00B40ADB"/>
    <w:rsid w:val="00B43B77"/>
    <w:rsid w:val="00B43E80"/>
    <w:rsid w:val="00B53542"/>
    <w:rsid w:val="00B607DB"/>
    <w:rsid w:val="00B654D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AD"/>
    <w:rsid w:val="00BF2C41"/>
    <w:rsid w:val="00C058B4"/>
    <w:rsid w:val="00C05F44"/>
    <w:rsid w:val="00C131B5"/>
    <w:rsid w:val="00C140FC"/>
    <w:rsid w:val="00C16ABF"/>
    <w:rsid w:val="00C170AE"/>
    <w:rsid w:val="00C26CB7"/>
    <w:rsid w:val="00C324C1"/>
    <w:rsid w:val="00C33831"/>
    <w:rsid w:val="00C36992"/>
    <w:rsid w:val="00C56036"/>
    <w:rsid w:val="00C61DC5"/>
    <w:rsid w:val="00C65F0F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23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0B28"/>
    <w:rsid w:val="00EE32DE"/>
    <w:rsid w:val="00EE5457"/>
    <w:rsid w:val="00F02F34"/>
    <w:rsid w:val="00F070AB"/>
    <w:rsid w:val="00F17567"/>
    <w:rsid w:val="00F177B2"/>
    <w:rsid w:val="00F27A7B"/>
    <w:rsid w:val="00F526AF"/>
    <w:rsid w:val="00F617C3"/>
    <w:rsid w:val="00F7066B"/>
    <w:rsid w:val="00F75F19"/>
    <w:rsid w:val="00F83B28"/>
    <w:rsid w:val="00F95CDC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A950DB-807B-4D01-B483-C8ACD187B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B995A-7F7D-4885-8104-59E1EE7301ED}"/>
</file>

<file path=customXml/itemProps3.xml><?xml version="1.0" encoding="utf-8"?>
<ds:datastoreItem xmlns:ds="http://schemas.openxmlformats.org/officeDocument/2006/customXml" ds:itemID="{D6403990-9840-4303-94D5-ABE402B9322F}"/>
</file>

<file path=customXml/itemProps4.xml><?xml version="1.0" encoding="utf-8"?>
<ds:datastoreItem xmlns:ds="http://schemas.openxmlformats.org/officeDocument/2006/customXml" ds:itemID="{62C13387-79DB-4899-8AC2-D96A5D01FC7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6</Pages>
  <Words>1436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31</cp:revision>
  <cp:lastPrinted>2019-02-06T12:12:00Z</cp:lastPrinted>
  <dcterms:created xsi:type="dcterms:W3CDTF">2021-11-06T23:28:00Z</dcterms:created>
  <dcterms:modified xsi:type="dcterms:W3CDTF">2021-11-09T19:18:00Z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